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0BC" w:rsidRDefault="00642924">
      <w:pPr>
        <w:rPr>
          <w:sz w:val="28"/>
          <w:szCs w:val="28"/>
        </w:rPr>
      </w:pPr>
      <w:r>
        <w:rPr>
          <w:sz w:val="28"/>
          <w:szCs w:val="28"/>
        </w:rPr>
        <w:t>LESSON PLAN- SHIP BREAKER</w:t>
      </w:r>
    </w:p>
    <w:p w:rsidR="00642924" w:rsidRDefault="00642924">
      <w:pPr>
        <w:rPr>
          <w:sz w:val="28"/>
          <w:szCs w:val="28"/>
        </w:rPr>
      </w:pPr>
      <w:r>
        <w:rPr>
          <w:sz w:val="28"/>
          <w:szCs w:val="28"/>
        </w:rPr>
        <w:t>This lesson will be done as enrichment for the gifted and talented students who have chosen to read the novel. (Literature circles)</w:t>
      </w:r>
    </w:p>
    <w:p w:rsidR="00642924" w:rsidRDefault="00642924">
      <w:pPr>
        <w:rPr>
          <w:sz w:val="28"/>
          <w:szCs w:val="28"/>
        </w:rPr>
      </w:pPr>
    </w:p>
    <w:p w:rsidR="00642924" w:rsidRDefault="00642924">
      <w:pPr>
        <w:rPr>
          <w:sz w:val="28"/>
          <w:szCs w:val="28"/>
        </w:rPr>
      </w:pPr>
      <w:r>
        <w:rPr>
          <w:sz w:val="28"/>
          <w:szCs w:val="28"/>
        </w:rPr>
        <w:t>Materials needed: Markers, coloring supplies</w:t>
      </w:r>
    </w:p>
    <w:p w:rsidR="00642924" w:rsidRDefault="00642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Large sheets of paper</w:t>
      </w:r>
    </w:p>
    <w:p w:rsidR="00642924" w:rsidRDefault="00642924">
      <w:pPr>
        <w:rPr>
          <w:sz w:val="28"/>
          <w:szCs w:val="28"/>
        </w:rPr>
      </w:pPr>
    </w:p>
    <w:p w:rsidR="00642924" w:rsidRDefault="00642924">
      <w:pPr>
        <w:rPr>
          <w:sz w:val="28"/>
          <w:szCs w:val="28"/>
        </w:rPr>
      </w:pPr>
      <w:r>
        <w:rPr>
          <w:sz w:val="28"/>
          <w:szCs w:val="28"/>
        </w:rPr>
        <w:t>Objective: The students will develop a list of current appliances or tech products which they think will become obsolete in the future worlds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 xml:space="preserve">50-100 years from now.  Then they will research what could be recycled or sold for scrap. Finally they will develop a “green city </w:t>
      </w:r>
      <w:proofErr w:type="gramStart"/>
      <w:r>
        <w:rPr>
          <w:sz w:val="28"/>
          <w:szCs w:val="28"/>
        </w:rPr>
        <w:t>“ of</w:t>
      </w:r>
      <w:proofErr w:type="gramEnd"/>
      <w:r>
        <w:rPr>
          <w:sz w:val="28"/>
          <w:szCs w:val="28"/>
        </w:rPr>
        <w:t xml:space="preserve"> the future.</w:t>
      </w:r>
    </w:p>
    <w:p w:rsidR="00642924" w:rsidRDefault="00642924">
      <w:pPr>
        <w:rPr>
          <w:sz w:val="28"/>
          <w:szCs w:val="28"/>
        </w:rPr>
      </w:pPr>
    </w:p>
    <w:p w:rsidR="00642924" w:rsidRDefault="00642924">
      <w:pPr>
        <w:rPr>
          <w:sz w:val="28"/>
          <w:szCs w:val="28"/>
        </w:rPr>
      </w:pPr>
      <w:r>
        <w:rPr>
          <w:sz w:val="28"/>
          <w:szCs w:val="28"/>
        </w:rPr>
        <w:t>They will read the book.</w:t>
      </w:r>
    </w:p>
    <w:p w:rsidR="00642924" w:rsidRDefault="00642924">
      <w:pPr>
        <w:rPr>
          <w:sz w:val="28"/>
          <w:szCs w:val="28"/>
        </w:rPr>
      </w:pPr>
      <w:r>
        <w:rPr>
          <w:sz w:val="28"/>
          <w:szCs w:val="28"/>
        </w:rPr>
        <w:t xml:space="preserve">The students will listen to a guest speaker from the recycle center about </w:t>
      </w:r>
      <w:proofErr w:type="gramStart"/>
      <w:r>
        <w:rPr>
          <w:sz w:val="28"/>
          <w:szCs w:val="28"/>
        </w:rPr>
        <w:t>scrap(</w:t>
      </w:r>
      <w:proofErr w:type="gramEnd"/>
      <w:r>
        <w:rPr>
          <w:sz w:val="28"/>
          <w:szCs w:val="28"/>
        </w:rPr>
        <w:t>salvage) and what they can do right now to become “green”.</w:t>
      </w:r>
    </w:p>
    <w:p w:rsidR="00642924" w:rsidRDefault="00642924">
      <w:pPr>
        <w:rPr>
          <w:sz w:val="28"/>
          <w:szCs w:val="28"/>
        </w:rPr>
      </w:pPr>
      <w:r>
        <w:rPr>
          <w:sz w:val="28"/>
          <w:szCs w:val="28"/>
        </w:rPr>
        <w:t>For extra credit, a student can take apart an obsolete item from today’s world, such as a landline phone and see what could be used as salvage or sold for money.</w:t>
      </w:r>
    </w:p>
    <w:p w:rsidR="00642924" w:rsidRPr="00642924" w:rsidRDefault="00642924">
      <w:pPr>
        <w:rPr>
          <w:sz w:val="28"/>
          <w:szCs w:val="28"/>
        </w:rPr>
      </w:pPr>
      <w:r>
        <w:rPr>
          <w:sz w:val="28"/>
          <w:szCs w:val="28"/>
        </w:rPr>
        <w:t>Share with the class.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642924" w:rsidRPr="00642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924"/>
    <w:rsid w:val="002417DE"/>
    <w:rsid w:val="005D7680"/>
    <w:rsid w:val="00642924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92AF97FB</Template>
  <TotalTime>10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walter</dc:creator>
  <cp:lastModifiedBy>jane walter</cp:lastModifiedBy>
  <cp:revision>1</cp:revision>
  <dcterms:created xsi:type="dcterms:W3CDTF">2012-01-23T16:27:00Z</dcterms:created>
  <dcterms:modified xsi:type="dcterms:W3CDTF">2012-01-23T16:37:00Z</dcterms:modified>
</cp:coreProperties>
</file>